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442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СЕДМИ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FFFFFF" w:themeFill="background1"/>
          </w:tcPr>
          <w:p w:rsidR="003321C2" w:rsidRPr="00545C96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3442B1" w:rsidRDefault="003321C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3442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48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FFFFFF" w:themeFill="background1"/>
          </w:tcPr>
          <w:p w:rsidR="003321C2" w:rsidRPr="00417219" w:rsidRDefault="003321C2" w:rsidP="003442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</w:t>
            </w:r>
            <w:r w:rsidR="003442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3442B1" w:rsidRPr="003442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D0461E" w:rsidRPr="00545C96" w:rsidRDefault="00D0461E" w:rsidP="003442B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442B1" w:rsidRPr="003442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Азија  као  целина</w:t>
            </w:r>
          </w:p>
        </w:tc>
      </w:tr>
      <w:tr w:rsidR="003321C2" w:rsidRPr="003321C2" w:rsidTr="00E3469D">
        <w:tc>
          <w:tcPr>
            <w:tcW w:w="9468" w:type="dxa"/>
            <w:shd w:val="clear" w:color="auto" w:fill="auto"/>
          </w:tcPr>
          <w:p w:rsidR="003321C2" w:rsidRPr="00417219" w:rsidRDefault="00D0461E" w:rsidP="00E346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42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E3469D">
        <w:tc>
          <w:tcPr>
            <w:tcW w:w="9468" w:type="dxa"/>
            <w:shd w:val="clear" w:color="auto" w:fill="auto"/>
          </w:tcPr>
          <w:p w:rsidR="003321C2" w:rsidRPr="003442B1" w:rsidRDefault="003321C2" w:rsidP="003442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442B1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  <w:r w:rsidR="00344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442B1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="003442B1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3442B1">
              <w:rPr>
                <w:rFonts w:ascii="Times New Roman" w:hAnsi="Times New Roman"/>
                <w:sz w:val="24"/>
                <w:szCs w:val="24"/>
              </w:rPr>
              <w:t>географским</w:t>
            </w:r>
            <w:proofErr w:type="spellEnd"/>
            <w:r w:rsidR="003442B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одликама Азије  као  целине</w:t>
            </w:r>
          </w:p>
        </w:tc>
      </w:tr>
      <w:tr w:rsidR="00A45210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A45210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3442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Систематизација  усвојених  знања  о  основнимгеографским одликама Азије.</w:t>
            </w:r>
          </w:p>
          <w:p w:rsidR="00A45210" w:rsidRPr="00545C96" w:rsidRDefault="00A45210" w:rsidP="00E34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способности уочавања основних својстава објеката, појава и процеса у окружењу и њихове повезаности, 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B37DAE" w:rsidTr="00E3469D">
        <w:tc>
          <w:tcPr>
            <w:tcW w:w="9468" w:type="dxa"/>
            <w:shd w:val="clear" w:color="auto" w:fill="auto"/>
          </w:tcPr>
          <w:p w:rsidR="00670648" w:rsidRDefault="00D0461E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3442B1" w:rsidRPr="003442B1" w:rsidRDefault="003442B1" w:rsidP="003442B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42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-изврши  упоредну  анализу  географских  одлика  појединих  регија  Азије</w:t>
            </w:r>
          </w:p>
          <w:p w:rsidR="00D0461E" w:rsidRPr="005F7634" w:rsidRDefault="003442B1" w:rsidP="003442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42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 немој карти  Азије прикаже  њене  најважније географске објекте</w:t>
            </w:r>
          </w:p>
        </w:tc>
      </w:tr>
      <w:tr w:rsidR="00664F16" w:rsidRPr="00B37DAE" w:rsidTr="00E3469D">
        <w:tc>
          <w:tcPr>
            <w:tcW w:w="9468" w:type="dxa"/>
            <w:shd w:val="clear" w:color="auto" w:fill="auto"/>
          </w:tcPr>
          <w:p w:rsidR="00670648" w:rsidRPr="00466279" w:rsidRDefault="00664F16" w:rsidP="00E3469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64F16" w:rsidRPr="005F7634" w:rsidRDefault="003442B1" w:rsidP="005F7634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442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Очекује се да резултати теста покажу да су стандарди који се односе на географске одлике Азије испуњени.</w:t>
            </w:r>
          </w:p>
        </w:tc>
      </w:tr>
      <w:tr w:rsidR="00545C96" w:rsidRPr="00545C96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442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3442B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3442B1" w:rsidRPr="003442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Писани  рад  ученика</w:t>
            </w:r>
            <w:r w:rsidR="003442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рад  са немом  картом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3442B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  географије,  Географски  атлас-издање  Завод  за  уџбенике, Београд, Вежбанка  за  географију 7.  разред (неме карте), издање  Завод  за  уџбенике,Београд,  зидна  карта  </w:t>
            </w:r>
            <w:r w:rsidR="003442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Азије</w:t>
            </w:r>
            <w:r w:rsidR="005F7634" w:rsidRPr="005F76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илустрације</w:t>
            </w:r>
          </w:p>
        </w:tc>
      </w:tr>
      <w:tr w:rsidR="000D1454" w:rsidRPr="00B37DAE" w:rsidTr="00E3469D">
        <w:tc>
          <w:tcPr>
            <w:tcW w:w="9468" w:type="dxa"/>
            <w:shd w:val="clear" w:color="auto" w:fill="auto"/>
          </w:tcPr>
          <w:p w:rsidR="000D1454" w:rsidRPr="000D1454" w:rsidRDefault="000D1454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  <w:r w:rsidR="003442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билогија</w:t>
            </w:r>
          </w:p>
        </w:tc>
      </w:tr>
      <w:tr w:rsidR="00545C96" w:rsidRPr="003321C2" w:rsidTr="00E3469D">
        <w:tc>
          <w:tcPr>
            <w:tcW w:w="9468" w:type="dxa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96516D" w:rsidRPr="00B37DAE" w:rsidTr="00E3469D">
        <w:tc>
          <w:tcPr>
            <w:tcW w:w="9468" w:type="dxa"/>
          </w:tcPr>
          <w:p w:rsidR="0096516D" w:rsidRPr="00545C96" w:rsidRDefault="003442B1" w:rsidP="00397C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Обавештавамо   ученике да је  циљ  часа провера  усвојености  занања  о  географским  одликама азије  путем  теста  и  вежбом  на  немој  карти.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auto"/>
          </w:tcPr>
          <w:p w:rsidR="00545C96" w:rsidRPr="00545C96" w:rsidRDefault="00545C96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3469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C6C13" w:rsidRPr="00B37DAE" w:rsidTr="00E3469D">
        <w:tc>
          <w:tcPr>
            <w:tcW w:w="9468" w:type="dxa"/>
          </w:tcPr>
          <w:p w:rsidR="00397CE4" w:rsidRDefault="003442B1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Делимо  унапред  припремљене  тестове и  нему  карту  Азије.</w:t>
            </w:r>
            <w:r w:rsidR="00397C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 приступају  раду.</w:t>
            </w:r>
          </w:p>
          <w:p w:rsidR="005F7634" w:rsidRPr="00545C96" w:rsidRDefault="00397CE4" w:rsidP="00E346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7C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Водимо  рачуна да  услови  за  рад  буду  одговарајаући.</w:t>
            </w:r>
          </w:p>
        </w:tc>
      </w:tr>
      <w:tr w:rsidR="00545C96" w:rsidRPr="00B37DAE" w:rsidTr="00E3469D">
        <w:tc>
          <w:tcPr>
            <w:tcW w:w="9468" w:type="dxa"/>
            <w:shd w:val="clear" w:color="auto" w:fill="FFFFFF" w:themeFill="background1"/>
          </w:tcPr>
          <w:p w:rsidR="00545C96" w:rsidRPr="00E3469D" w:rsidRDefault="00E3469D" w:rsidP="00E3469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</w:tr>
      <w:tr w:rsidR="005F784B" w:rsidRPr="00B37DAE" w:rsidTr="00E3469D">
        <w:tc>
          <w:tcPr>
            <w:tcW w:w="9468" w:type="dxa"/>
          </w:tcPr>
          <w:p w:rsidR="005F784B" w:rsidRPr="00545C96" w:rsidRDefault="00397CE4" w:rsidP="00E3469D">
            <w:pPr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397CE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 помоћ ученика који су раније завршили прикупљамо</w:t>
            </w:r>
            <w:r w:rsidRPr="00397CE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397CE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ученичке радове</w:t>
            </w:r>
            <w:r w:rsidRPr="00397CE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</w:tr>
      <w:tr w:rsidR="00606767" w:rsidRPr="00B80B22" w:rsidTr="00E3469D">
        <w:tc>
          <w:tcPr>
            <w:tcW w:w="9468" w:type="dxa"/>
            <w:shd w:val="clear" w:color="auto" w:fill="FFFFFF" w:themeFill="background1"/>
          </w:tcPr>
          <w:p w:rsidR="00606767" w:rsidRDefault="00606767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E3469D">
        <w:tc>
          <w:tcPr>
            <w:tcW w:w="9468" w:type="dxa"/>
          </w:tcPr>
          <w:p w:rsidR="00606767" w:rsidRPr="00E67CCB" w:rsidRDefault="00B80B22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bookmarkStart w:id="0" w:name="_GoBack"/>
            <w:bookmarkEnd w:id="0"/>
          </w:p>
        </w:tc>
      </w:tr>
      <w:tr w:rsidR="00E4334D" w:rsidRPr="003321C2" w:rsidTr="00E3469D">
        <w:tc>
          <w:tcPr>
            <w:tcW w:w="9468" w:type="dxa"/>
            <w:shd w:val="clear" w:color="auto" w:fill="FFFFFF" w:themeFill="background1"/>
          </w:tcPr>
          <w:p w:rsidR="00E4334D" w:rsidRPr="00545C96" w:rsidRDefault="00E4334D" w:rsidP="00E3469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</w:tbl>
    <w:p w:rsidR="00BF20E4" w:rsidRPr="003321C2" w:rsidRDefault="00BF20E4" w:rsidP="00E3469D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3321C2"/>
    <w:rsid w:val="003442B1"/>
    <w:rsid w:val="00391413"/>
    <w:rsid w:val="00397CE4"/>
    <w:rsid w:val="003F1D6D"/>
    <w:rsid w:val="00417219"/>
    <w:rsid w:val="00466279"/>
    <w:rsid w:val="004C7CD5"/>
    <w:rsid w:val="00545C96"/>
    <w:rsid w:val="005F7634"/>
    <w:rsid w:val="005F784B"/>
    <w:rsid w:val="00605D58"/>
    <w:rsid w:val="00606767"/>
    <w:rsid w:val="00664F16"/>
    <w:rsid w:val="00670648"/>
    <w:rsid w:val="006F2937"/>
    <w:rsid w:val="007E6623"/>
    <w:rsid w:val="00854D2A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B7062"/>
    <w:rsid w:val="00DE65D7"/>
    <w:rsid w:val="00E3469D"/>
    <w:rsid w:val="00E4334D"/>
    <w:rsid w:val="00E67CCB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14D97A-E1A6-4BBD-AED4-5E866AD9D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GAGI</cp:lastModifiedBy>
  <cp:revision>3</cp:revision>
  <dcterms:created xsi:type="dcterms:W3CDTF">2020-07-05T18:44:00Z</dcterms:created>
  <dcterms:modified xsi:type="dcterms:W3CDTF">2020-07-05T18:45:00Z</dcterms:modified>
</cp:coreProperties>
</file>